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3B" w:rsidRPr="00F80FE1" w:rsidRDefault="0073163B" w:rsidP="007A226E">
      <w:pPr>
        <w:jc w:val="center"/>
        <w:rPr>
          <w:sz w:val="28"/>
          <w:szCs w:val="28"/>
        </w:rPr>
      </w:pPr>
    </w:p>
    <w:p w:rsidR="0073163B" w:rsidRPr="00F80FE1" w:rsidRDefault="0073163B" w:rsidP="007A226E">
      <w:pPr>
        <w:jc w:val="center"/>
        <w:rPr>
          <w:sz w:val="28"/>
          <w:szCs w:val="28"/>
        </w:rPr>
      </w:pPr>
      <w:r w:rsidRPr="0041491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5pt;height:54pt;visibility:visible">
            <v:imagedata r:id="rId4" o:title=""/>
          </v:shape>
        </w:pict>
      </w:r>
    </w:p>
    <w:p w:rsidR="0073163B" w:rsidRPr="00F80FE1" w:rsidRDefault="0073163B" w:rsidP="007A226E">
      <w:pPr>
        <w:jc w:val="center"/>
        <w:rPr>
          <w:sz w:val="28"/>
          <w:szCs w:val="28"/>
        </w:rPr>
      </w:pPr>
    </w:p>
    <w:p w:rsidR="0073163B" w:rsidRPr="00F80FE1" w:rsidRDefault="0073163B" w:rsidP="007A226E">
      <w:pPr>
        <w:jc w:val="center"/>
        <w:rPr>
          <w:b/>
          <w:bCs/>
          <w:sz w:val="28"/>
          <w:szCs w:val="28"/>
        </w:rPr>
      </w:pPr>
      <w:r w:rsidRPr="00F80FE1">
        <w:rPr>
          <w:b/>
          <w:bCs/>
          <w:sz w:val="28"/>
          <w:szCs w:val="28"/>
        </w:rPr>
        <w:t>Администрация Абанского района</w:t>
      </w:r>
    </w:p>
    <w:p w:rsidR="0073163B" w:rsidRPr="00F80FE1" w:rsidRDefault="0073163B" w:rsidP="007A226E">
      <w:pPr>
        <w:jc w:val="center"/>
        <w:rPr>
          <w:b/>
          <w:bCs/>
          <w:sz w:val="28"/>
          <w:szCs w:val="28"/>
        </w:rPr>
      </w:pPr>
      <w:r w:rsidRPr="00F80FE1">
        <w:rPr>
          <w:b/>
          <w:bCs/>
          <w:sz w:val="28"/>
          <w:szCs w:val="28"/>
        </w:rPr>
        <w:t>Красноярского края</w:t>
      </w:r>
    </w:p>
    <w:p w:rsidR="0073163B" w:rsidRPr="00F80FE1" w:rsidRDefault="0073163B" w:rsidP="007A226E">
      <w:pPr>
        <w:jc w:val="center"/>
        <w:rPr>
          <w:sz w:val="28"/>
          <w:szCs w:val="28"/>
        </w:rPr>
      </w:pPr>
    </w:p>
    <w:p w:rsidR="0073163B" w:rsidRPr="00F80FE1" w:rsidRDefault="0073163B" w:rsidP="007A226E">
      <w:pPr>
        <w:jc w:val="center"/>
        <w:rPr>
          <w:b/>
          <w:bCs/>
          <w:sz w:val="28"/>
          <w:szCs w:val="28"/>
        </w:rPr>
      </w:pPr>
      <w:r w:rsidRPr="00F80FE1">
        <w:rPr>
          <w:b/>
          <w:bCs/>
          <w:sz w:val="28"/>
          <w:szCs w:val="28"/>
        </w:rPr>
        <w:t>П О С Т А Н О В Л Е Н И Е</w:t>
      </w:r>
    </w:p>
    <w:p w:rsidR="0073163B" w:rsidRPr="00F80FE1" w:rsidRDefault="0073163B" w:rsidP="007A226E">
      <w:pPr>
        <w:jc w:val="both"/>
        <w:rPr>
          <w:sz w:val="28"/>
          <w:szCs w:val="28"/>
        </w:rPr>
      </w:pPr>
    </w:p>
    <w:p w:rsidR="0073163B" w:rsidRPr="00F80FE1" w:rsidRDefault="0073163B" w:rsidP="007A2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16.05.</w:t>
      </w:r>
      <w:r w:rsidRPr="00F80FE1">
        <w:rPr>
          <w:sz w:val="28"/>
          <w:szCs w:val="28"/>
        </w:rPr>
        <w:t>2013 год</w:t>
      </w:r>
      <w:r w:rsidRPr="00F80FE1">
        <w:rPr>
          <w:sz w:val="28"/>
          <w:szCs w:val="28"/>
        </w:rPr>
        <w:tab/>
      </w:r>
      <w:r w:rsidRPr="00F80FE1">
        <w:rPr>
          <w:sz w:val="28"/>
          <w:szCs w:val="28"/>
        </w:rPr>
        <w:tab/>
      </w:r>
      <w:r w:rsidRPr="00F80FE1">
        <w:rPr>
          <w:sz w:val="28"/>
          <w:szCs w:val="28"/>
        </w:rPr>
        <w:tab/>
        <w:t xml:space="preserve">       п. Абан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  630-1-п</w:t>
      </w:r>
    </w:p>
    <w:p w:rsidR="0073163B" w:rsidRPr="00F80FE1" w:rsidRDefault="0073163B" w:rsidP="007A226E">
      <w:pPr>
        <w:jc w:val="both"/>
        <w:rPr>
          <w:sz w:val="28"/>
          <w:szCs w:val="28"/>
        </w:rPr>
      </w:pPr>
    </w:p>
    <w:p w:rsidR="0073163B" w:rsidRPr="00F80FE1" w:rsidRDefault="0073163B" w:rsidP="007A226E">
      <w:pPr>
        <w:jc w:val="both"/>
        <w:rPr>
          <w:sz w:val="28"/>
          <w:szCs w:val="28"/>
        </w:rPr>
      </w:pPr>
    </w:p>
    <w:p w:rsidR="0073163B" w:rsidRPr="00F80FE1" w:rsidRDefault="0073163B" w:rsidP="007A226E">
      <w:pPr>
        <w:tabs>
          <w:tab w:val="left" w:pos="1080"/>
        </w:tabs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О внесении изменений в Постановление адми</w:t>
      </w:r>
      <w:r>
        <w:rPr>
          <w:sz w:val="28"/>
          <w:szCs w:val="28"/>
        </w:rPr>
        <w:t>нистрации Абанского района от 29.10</w:t>
      </w:r>
      <w:r w:rsidRPr="00F80FE1">
        <w:rPr>
          <w:sz w:val="28"/>
          <w:szCs w:val="28"/>
        </w:rPr>
        <w:t>.</w:t>
      </w:r>
      <w:r>
        <w:rPr>
          <w:sz w:val="28"/>
          <w:szCs w:val="28"/>
        </w:rPr>
        <w:t>2012 г.  № 1299</w:t>
      </w:r>
      <w:r w:rsidRPr="00F80FE1">
        <w:rPr>
          <w:sz w:val="28"/>
          <w:szCs w:val="28"/>
        </w:rPr>
        <w:t>-п «</w:t>
      </w:r>
      <w:r>
        <w:rPr>
          <w:sz w:val="28"/>
          <w:szCs w:val="28"/>
        </w:rPr>
        <w:t>Об утверждении Положения об оплате труда работников муниципальных бюджетных учреждений дополнительного образования детей спортивной направленности»</w:t>
      </w:r>
    </w:p>
    <w:p w:rsidR="0073163B" w:rsidRPr="00F80FE1" w:rsidRDefault="0073163B" w:rsidP="007A226E">
      <w:pPr>
        <w:jc w:val="both"/>
        <w:rPr>
          <w:sz w:val="28"/>
          <w:szCs w:val="28"/>
        </w:rPr>
      </w:pPr>
    </w:p>
    <w:p w:rsidR="0073163B" w:rsidRPr="00F80FE1" w:rsidRDefault="0073163B" w:rsidP="007A2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урегулирования оплаты труда работников муниципальных бюджетных учреждений</w:t>
      </w:r>
      <w:r w:rsidRPr="007A22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дополнительного образования детей спортивной направленности, подведомственных отделу культуры, по делам молодежи и спорта администрации Абанского района, в соответствии со ст. 12, 135, 143 Трудового Кодекса Российской Федерации, руководствуясь Постановлением администрации Абанского района от 30.12.2011  № 1370 –п</w:t>
      </w:r>
      <w:r w:rsidRPr="007A22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утверждении Положения об оплате труда работников районных муниципальных учреждений»,  </w:t>
      </w:r>
      <w:r w:rsidRPr="00F80FE1">
        <w:rPr>
          <w:sz w:val="28"/>
          <w:szCs w:val="28"/>
        </w:rPr>
        <w:t xml:space="preserve">ст. 37, 38 Устава Абанского района Красноярского края,  ПОСТАНОВЛЯЮ: </w:t>
      </w:r>
    </w:p>
    <w:p w:rsidR="0073163B" w:rsidRPr="00F80FE1" w:rsidRDefault="0073163B" w:rsidP="007A226E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1.  Внести в Постановление адми</w:t>
      </w:r>
      <w:r>
        <w:rPr>
          <w:sz w:val="28"/>
          <w:szCs w:val="28"/>
        </w:rPr>
        <w:t>нистрации Абанского района от 29.10</w:t>
      </w:r>
      <w:r w:rsidRPr="00F80FE1">
        <w:rPr>
          <w:sz w:val="28"/>
          <w:szCs w:val="28"/>
        </w:rPr>
        <w:t>.</w:t>
      </w:r>
      <w:r>
        <w:rPr>
          <w:sz w:val="28"/>
          <w:szCs w:val="28"/>
        </w:rPr>
        <w:t>2012   № 1299</w:t>
      </w:r>
      <w:r w:rsidRPr="00F80FE1">
        <w:rPr>
          <w:sz w:val="28"/>
          <w:szCs w:val="28"/>
        </w:rPr>
        <w:t>-п «</w:t>
      </w:r>
      <w:r>
        <w:rPr>
          <w:sz w:val="28"/>
          <w:szCs w:val="28"/>
        </w:rPr>
        <w:t>Об утверждении Положения об оплате труда работников муниципальных бюджетных учреждений дополнительного образования детей спортивной направленности» следующее изменение</w:t>
      </w:r>
      <w:r w:rsidRPr="00F80FE1">
        <w:rPr>
          <w:sz w:val="28"/>
          <w:szCs w:val="28"/>
        </w:rPr>
        <w:t>:</w:t>
      </w:r>
    </w:p>
    <w:p w:rsidR="0073163B" w:rsidRDefault="0073163B" w:rsidP="007A226E">
      <w:pPr>
        <w:tabs>
          <w:tab w:val="left" w:pos="1080"/>
        </w:tabs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</w:t>
      </w:r>
      <w:r>
        <w:rPr>
          <w:sz w:val="28"/>
          <w:szCs w:val="28"/>
        </w:rPr>
        <w:t>в</w:t>
      </w:r>
      <w:r w:rsidRPr="00F80FE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пункте 9.2. раздела  9 «Компенсационные и стимулирующие выплаты»: </w:t>
      </w:r>
    </w:p>
    <w:p w:rsidR="0073163B" w:rsidRDefault="0073163B" w:rsidP="007A226E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после слов «Премии»  добавить строку следующего содержания:</w:t>
      </w:r>
    </w:p>
    <w:p w:rsidR="0073163B" w:rsidRPr="00F80FE1" w:rsidRDefault="0073163B" w:rsidP="007A226E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 по итогам работы за учебный год».</w:t>
      </w:r>
    </w:p>
    <w:p w:rsidR="0073163B" w:rsidRDefault="0073163B" w:rsidP="007A226E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2.</w:t>
      </w:r>
      <w:r w:rsidRPr="007A226E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 xml:space="preserve">в день, следующий за днем его официального </w:t>
      </w:r>
      <w:r w:rsidRPr="00F80FE1">
        <w:rPr>
          <w:sz w:val="28"/>
          <w:szCs w:val="28"/>
        </w:rPr>
        <w:t xml:space="preserve"> опубликования в газете «Красное знамя»</w:t>
      </w:r>
      <w:r>
        <w:rPr>
          <w:sz w:val="28"/>
          <w:szCs w:val="28"/>
        </w:rPr>
        <w:t xml:space="preserve"> и на сайте муниципального образования Абанского района в сети Интернет</w:t>
      </w:r>
      <w:r w:rsidRPr="00F80FE1">
        <w:rPr>
          <w:sz w:val="28"/>
          <w:szCs w:val="28"/>
        </w:rPr>
        <w:t xml:space="preserve">. </w:t>
      </w:r>
    </w:p>
    <w:p w:rsidR="0073163B" w:rsidRPr="00F80FE1" w:rsidRDefault="0073163B" w:rsidP="007A2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0FE1">
        <w:rPr>
          <w:sz w:val="28"/>
          <w:szCs w:val="28"/>
        </w:rPr>
        <w:t xml:space="preserve"> Контроль за исполнением Постановления возложить на заместителя главы администрации Абанского района Л.А. Харисову.</w:t>
      </w:r>
    </w:p>
    <w:p w:rsidR="0073163B" w:rsidRPr="00F80FE1" w:rsidRDefault="0073163B" w:rsidP="007A226E">
      <w:pPr>
        <w:ind w:firstLine="708"/>
        <w:jc w:val="both"/>
        <w:rPr>
          <w:sz w:val="28"/>
          <w:szCs w:val="28"/>
        </w:rPr>
      </w:pPr>
    </w:p>
    <w:p w:rsidR="0073163B" w:rsidRPr="00F80FE1" w:rsidRDefault="0073163B" w:rsidP="007A226E">
      <w:pPr>
        <w:jc w:val="both"/>
        <w:rPr>
          <w:sz w:val="28"/>
          <w:szCs w:val="28"/>
        </w:rPr>
      </w:pPr>
    </w:p>
    <w:p w:rsidR="0073163B" w:rsidRPr="00F80FE1" w:rsidRDefault="0073163B" w:rsidP="007A226E">
      <w:pPr>
        <w:jc w:val="both"/>
        <w:rPr>
          <w:sz w:val="28"/>
          <w:szCs w:val="28"/>
        </w:rPr>
      </w:pPr>
    </w:p>
    <w:p w:rsidR="0073163B" w:rsidRPr="00F80FE1" w:rsidRDefault="0073163B" w:rsidP="007A226E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Глава администрации Абанского района</w:t>
      </w:r>
      <w:r w:rsidRPr="00F80FE1">
        <w:rPr>
          <w:sz w:val="28"/>
          <w:szCs w:val="28"/>
        </w:rPr>
        <w:tab/>
        <w:t xml:space="preserve">                      </w:t>
      </w:r>
      <w:r w:rsidRPr="00F80FE1">
        <w:rPr>
          <w:sz w:val="28"/>
          <w:szCs w:val="28"/>
        </w:rPr>
        <w:tab/>
        <w:t xml:space="preserve">    Г.В. Иванченко</w:t>
      </w:r>
    </w:p>
    <w:p w:rsidR="0073163B" w:rsidRDefault="0073163B"/>
    <w:sectPr w:rsidR="0073163B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26E"/>
    <w:rsid w:val="00001EDD"/>
    <w:rsid w:val="00002214"/>
    <w:rsid w:val="00004EBF"/>
    <w:rsid w:val="00005A1B"/>
    <w:rsid w:val="00005F13"/>
    <w:rsid w:val="00010EA9"/>
    <w:rsid w:val="000126E0"/>
    <w:rsid w:val="000128B5"/>
    <w:rsid w:val="00013811"/>
    <w:rsid w:val="000163A6"/>
    <w:rsid w:val="000205F9"/>
    <w:rsid w:val="000209B2"/>
    <w:rsid w:val="0002127B"/>
    <w:rsid w:val="00023FA5"/>
    <w:rsid w:val="00026193"/>
    <w:rsid w:val="00030F55"/>
    <w:rsid w:val="00032836"/>
    <w:rsid w:val="00033088"/>
    <w:rsid w:val="00033B64"/>
    <w:rsid w:val="00034CDD"/>
    <w:rsid w:val="00035454"/>
    <w:rsid w:val="00040CF5"/>
    <w:rsid w:val="00040E4D"/>
    <w:rsid w:val="00042DA3"/>
    <w:rsid w:val="0004450E"/>
    <w:rsid w:val="00044D0D"/>
    <w:rsid w:val="000451F2"/>
    <w:rsid w:val="00047890"/>
    <w:rsid w:val="0005129D"/>
    <w:rsid w:val="000525D1"/>
    <w:rsid w:val="00056D98"/>
    <w:rsid w:val="00057970"/>
    <w:rsid w:val="00060875"/>
    <w:rsid w:val="00060EC9"/>
    <w:rsid w:val="00060F45"/>
    <w:rsid w:val="000611C2"/>
    <w:rsid w:val="000616A2"/>
    <w:rsid w:val="00070593"/>
    <w:rsid w:val="0007337A"/>
    <w:rsid w:val="00073572"/>
    <w:rsid w:val="0007386F"/>
    <w:rsid w:val="00073F8E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4B15"/>
    <w:rsid w:val="00086580"/>
    <w:rsid w:val="00087F3A"/>
    <w:rsid w:val="00093468"/>
    <w:rsid w:val="0009398E"/>
    <w:rsid w:val="00095921"/>
    <w:rsid w:val="00096DA1"/>
    <w:rsid w:val="00097D96"/>
    <w:rsid w:val="000A0C3E"/>
    <w:rsid w:val="000A0EEB"/>
    <w:rsid w:val="000A10D8"/>
    <w:rsid w:val="000A19D7"/>
    <w:rsid w:val="000A339F"/>
    <w:rsid w:val="000A3E86"/>
    <w:rsid w:val="000A4371"/>
    <w:rsid w:val="000A58EE"/>
    <w:rsid w:val="000A61AE"/>
    <w:rsid w:val="000A6255"/>
    <w:rsid w:val="000A68BE"/>
    <w:rsid w:val="000B2B68"/>
    <w:rsid w:val="000B2D29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55BA"/>
    <w:rsid w:val="000C61B4"/>
    <w:rsid w:val="000D03C7"/>
    <w:rsid w:val="000D19F0"/>
    <w:rsid w:val="000D53BA"/>
    <w:rsid w:val="000D55DF"/>
    <w:rsid w:val="000E05FD"/>
    <w:rsid w:val="000E230E"/>
    <w:rsid w:val="000E52C6"/>
    <w:rsid w:val="000F054C"/>
    <w:rsid w:val="000F2595"/>
    <w:rsid w:val="000F2C40"/>
    <w:rsid w:val="000F3FFC"/>
    <w:rsid w:val="000F4037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C3E"/>
    <w:rsid w:val="00116E1E"/>
    <w:rsid w:val="00117636"/>
    <w:rsid w:val="001177A9"/>
    <w:rsid w:val="001228CD"/>
    <w:rsid w:val="001249D6"/>
    <w:rsid w:val="00124ED0"/>
    <w:rsid w:val="00126D21"/>
    <w:rsid w:val="001302FF"/>
    <w:rsid w:val="00130809"/>
    <w:rsid w:val="001312F6"/>
    <w:rsid w:val="00135C59"/>
    <w:rsid w:val="00136BA1"/>
    <w:rsid w:val="00140DDA"/>
    <w:rsid w:val="0014131E"/>
    <w:rsid w:val="001425E0"/>
    <w:rsid w:val="001429AD"/>
    <w:rsid w:val="00145107"/>
    <w:rsid w:val="00145272"/>
    <w:rsid w:val="001511BB"/>
    <w:rsid w:val="0015127D"/>
    <w:rsid w:val="00152A45"/>
    <w:rsid w:val="00153120"/>
    <w:rsid w:val="0015335C"/>
    <w:rsid w:val="00154385"/>
    <w:rsid w:val="001544F1"/>
    <w:rsid w:val="00154ED0"/>
    <w:rsid w:val="001576D8"/>
    <w:rsid w:val="00161FC3"/>
    <w:rsid w:val="00162554"/>
    <w:rsid w:val="0016272C"/>
    <w:rsid w:val="001627C9"/>
    <w:rsid w:val="0016311A"/>
    <w:rsid w:val="001646DF"/>
    <w:rsid w:val="00164C8B"/>
    <w:rsid w:val="0016546D"/>
    <w:rsid w:val="00166336"/>
    <w:rsid w:val="00166417"/>
    <w:rsid w:val="00166669"/>
    <w:rsid w:val="00166EE2"/>
    <w:rsid w:val="00170D3D"/>
    <w:rsid w:val="00172959"/>
    <w:rsid w:val="001733E7"/>
    <w:rsid w:val="0017444B"/>
    <w:rsid w:val="00176971"/>
    <w:rsid w:val="001807CC"/>
    <w:rsid w:val="00182742"/>
    <w:rsid w:val="001832FE"/>
    <w:rsid w:val="00184739"/>
    <w:rsid w:val="0018498E"/>
    <w:rsid w:val="00185287"/>
    <w:rsid w:val="00186ED8"/>
    <w:rsid w:val="00191498"/>
    <w:rsid w:val="001924DD"/>
    <w:rsid w:val="00192F2D"/>
    <w:rsid w:val="00193D4F"/>
    <w:rsid w:val="001940B9"/>
    <w:rsid w:val="00194953"/>
    <w:rsid w:val="00197650"/>
    <w:rsid w:val="001A1E55"/>
    <w:rsid w:val="001A2B34"/>
    <w:rsid w:val="001A436E"/>
    <w:rsid w:val="001A65AC"/>
    <w:rsid w:val="001B3C5A"/>
    <w:rsid w:val="001B7133"/>
    <w:rsid w:val="001B723B"/>
    <w:rsid w:val="001B74EA"/>
    <w:rsid w:val="001C02DC"/>
    <w:rsid w:val="001C19FC"/>
    <w:rsid w:val="001C226C"/>
    <w:rsid w:val="001C315C"/>
    <w:rsid w:val="001C567F"/>
    <w:rsid w:val="001C6364"/>
    <w:rsid w:val="001C79FC"/>
    <w:rsid w:val="001D1AA1"/>
    <w:rsid w:val="001D4FE1"/>
    <w:rsid w:val="001D7C92"/>
    <w:rsid w:val="001E09A5"/>
    <w:rsid w:val="001E1A75"/>
    <w:rsid w:val="001E484E"/>
    <w:rsid w:val="001E5147"/>
    <w:rsid w:val="001E7246"/>
    <w:rsid w:val="001E7F78"/>
    <w:rsid w:val="001F0124"/>
    <w:rsid w:val="001F16A2"/>
    <w:rsid w:val="001F1DB2"/>
    <w:rsid w:val="001F32B6"/>
    <w:rsid w:val="001F37B3"/>
    <w:rsid w:val="001F6212"/>
    <w:rsid w:val="001F65C6"/>
    <w:rsid w:val="00200AEA"/>
    <w:rsid w:val="00201254"/>
    <w:rsid w:val="002014BB"/>
    <w:rsid w:val="0020190D"/>
    <w:rsid w:val="00202792"/>
    <w:rsid w:val="00203454"/>
    <w:rsid w:val="00203E29"/>
    <w:rsid w:val="002051D4"/>
    <w:rsid w:val="00205C3D"/>
    <w:rsid w:val="00205EAD"/>
    <w:rsid w:val="00205FB1"/>
    <w:rsid w:val="00210C61"/>
    <w:rsid w:val="0021338F"/>
    <w:rsid w:val="002133F5"/>
    <w:rsid w:val="00214C9B"/>
    <w:rsid w:val="002162AE"/>
    <w:rsid w:val="002178A9"/>
    <w:rsid w:val="0022435E"/>
    <w:rsid w:val="0022535F"/>
    <w:rsid w:val="002305E3"/>
    <w:rsid w:val="00233BF1"/>
    <w:rsid w:val="00234602"/>
    <w:rsid w:val="00235160"/>
    <w:rsid w:val="0023599B"/>
    <w:rsid w:val="00236E33"/>
    <w:rsid w:val="00237376"/>
    <w:rsid w:val="00243D2D"/>
    <w:rsid w:val="00251203"/>
    <w:rsid w:val="002540B3"/>
    <w:rsid w:val="00254195"/>
    <w:rsid w:val="0025548E"/>
    <w:rsid w:val="00256923"/>
    <w:rsid w:val="0026057F"/>
    <w:rsid w:val="00260E9B"/>
    <w:rsid w:val="00260F26"/>
    <w:rsid w:val="00261644"/>
    <w:rsid w:val="002618CD"/>
    <w:rsid w:val="00263C49"/>
    <w:rsid w:val="00264726"/>
    <w:rsid w:val="00264ADB"/>
    <w:rsid w:val="00265518"/>
    <w:rsid w:val="0026743D"/>
    <w:rsid w:val="00271EF1"/>
    <w:rsid w:val="00273385"/>
    <w:rsid w:val="002738E4"/>
    <w:rsid w:val="00276BFB"/>
    <w:rsid w:val="00276C73"/>
    <w:rsid w:val="002806B0"/>
    <w:rsid w:val="00280D1A"/>
    <w:rsid w:val="0028178F"/>
    <w:rsid w:val="0028198B"/>
    <w:rsid w:val="0028198F"/>
    <w:rsid w:val="00283451"/>
    <w:rsid w:val="00285156"/>
    <w:rsid w:val="00285F98"/>
    <w:rsid w:val="00286706"/>
    <w:rsid w:val="002871A3"/>
    <w:rsid w:val="002900EF"/>
    <w:rsid w:val="002901E9"/>
    <w:rsid w:val="002959F9"/>
    <w:rsid w:val="0029634D"/>
    <w:rsid w:val="00296FA5"/>
    <w:rsid w:val="00297FA1"/>
    <w:rsid w:val="002A1DB7"/>
    <w:rsid w:val="002A6FB3"/>
    <w:rsid w:val="002A7062"/>
    <w:rsid w:val="002A7F16"/>
    <w:rsid w:val="002B0BB2"/>
    <w:rsid w:val="002B102A"/>
    <w:rsid w:val="002B2703"/>
    <w:rsid w:val="002B459B"/>
    <w:rsid w:val="002B48DD"/>
    <w:rsid w:val="002B4E27"/>
    <w:rsid w:val="002B58FC"/>
    <w:rsid w:val="002C119E"/>
    <w:rsid w:val="002C3862"/>
    <w:rsid w:val="002C40A1"/>
    <w:rsid w:val="002C591F"/>
    <w:rsid w:val="002C60CC"/>
    <w:rsid w:val="002D242B"/>
    <w:rsid w:val="002D2999"/>
    <w:rsid w:val="002D314D"/>
    <w:rsid w:val="002D33EA"/>
    <w:rsid w:val="002D3919"/>
    <w:rsid w:val="002D4101"/>
    <w:rsid w:val="002D66C3"/>
    <w:rsid w:val="002D7757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1CA"/>
    <w:rsid w:val="003010DE"/>
    <w:rsid w:val="00301698"/>
    <w:rsid w:val="00305124"/>
    <w:rsid w:val="00305BC4"/>
    <w:rsid w:val="00306494"/>
    <w:rsid w:val="003066A3"/>
    <w:rsid w:val="00311310"/>
    <w:rsid w:val="003136D2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F00"/>
    <w:rsid w:val="0034086E"/>
    <w:rsid w:val="00340AC1"/>
    <w:rsid w:val="00342E31"/>
    <w:rsid w:val="00344054"/>
    <w:rsid w:val="0034458C"/>
    <w:rsid w:val="00344C72"/>
    <w:rsid w:val="00344E97"/>
    <w:rsid w:val="003459EB"/>
    <w:rsid w:val="0034612A"/>
    <w:rsid w:val="0034658B"/>
    <w:rsid w:val="00346DD9"/>
    <w:rsid w:val="00347A39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70229"/>
    <w:rsid w:val="003708B2"/>
    <w:rsid w:val="00370D14"/>
    <w:rsid w:val="00374B1C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6358"/>
    <w:rsid w:val="003A0B57"/>
    <w:rsid w:val="003A1A40"/>
    <w:rsid w:val="003A2520"/>
    <w:rsid w:val="003A2BF2"/>
    <w:rsid w:val="003A37D1"/>
    <w:rsid w:val="003A5BB8"/>
    <w:rsid w:val="003B2DD2"/>
    <w:rsid w:val="003B77DD"/>
    <w:rsid w:val="003B7834"/>
    <w:rsid w:val="003B7CFE"/>
    <w:rsid w:val="003B7F6F"/>
    <w:rsid w:val="003C0C14"/>
    <w:rsid w:val="003C0F5A"/>
    <w:rsid w:val="003C2AD3"/>
    <w:rsid w:val="003C33E9"/>
    <w:rsid w:val="003C5536"/>
    <w:rsid w:val="003C5D14"/>
    <w:rsid w:val="003C779C"/>
    <w:rsid w:val="003D00EF"/>
    <w:rsid w:val="003D3A8D"/>
    <w:rsid w:val="003D4D14"/>
    <w:rsid w:val="003E0E0C"/>
    <w:rsid w:val="003E3638"/>
    <w:rsid w:val="003E4206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E77"/>
    <w:rsid w:val="00401903"/>
    <w:rsid w:val="0040237F"/>
    <w:rsid w:val="00404BC5"/>
    <w:rsid w:val="0040501C"/>
    <w:rsid w:val="0040703E"/>
    <w:rsid w:val="004112D3"/>
    <w:rsid w:val="004131DF"/>
    <w:rsid w:val="0041491F"/>
    <w:rsid w:val="00415876"/>
    <w:rsid w:val="00416C92"/>
    <w:rsid w:val="00416CF7"/>
    <w:rsid w:val="00422286"/>
    <w:rsid w:val="00422EEA"/>
    <w:rsid w:val="00426C38"/>
    <w:rsid w:val="00430EC5"/>
    <w:rsid w:val="00431F2E"/>
    <w:rsid w:val="0043212F"/>
    <w:rsid w:val="00434B01"/>
    <w:rsid w:val="00435601"/>
    <w:rsid w:val="00435640"/>
    <w:rsid w:val="00435B40"/>
    <w:rsid w:val="004361C8"/>
    <w:rsid w:val="00441691"/>
    <w:rsid w:val="00441CE0"/>
    <w:rsid w:val="00441FD5"/>
    <w:rsid w:val="0044343B"/>
    <w:rsid w:val="00446872"/>
    <w:rsid w:val="004470E6"/>
    <w:rsid w:val="00453B1D"/>
    <w:rsid w:val="00454C3F"/>
    <w:rsid w:val="004559CB"/>
    <w:rsid w:val="00456A1F"/>
    <w:rsid w:val="00456D3F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6033"/>
    <w:rsid w:val="00466764"/>
    <w:rsid w:val="00471D10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8050E"/>
    <w:rsid w:val="00483B68"/>
    <w:rsid w:val="00483B7B"/>
    <w:rsid w:val="00485E04"/>
    <w:rsid w:val="00486DCC"/>
    <w:rsid w:val="00486E90"/>
    <w:rsid w:val="00487476"/>
    <w:rsid w:val="004877D7"/>
    <w:rsid w:val="00494072"/>
    <w:rsid w:val="004951BC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D0601"/>
    <w:rsid w:val="004D068E"/>
    <w:rsid w:val="004D2A13"/>
    <w:rsid w:val="004D2BAF"/>
    <w:rsid w:val="004D35E6"/>
    <w:rsid w:val="004D37CC"/>
    <w:rsid w:val="004D5EB9"/>
    <w:rsid w:val="004D7D20"/>
    <w:rsid w:val="004E4D16"/>
    <w:rsid w:val="004E537D"/>
    <w:rsid w:val="004F22F9"/>
    <w:rsid w:val="004F3598"/>
    <w:rsid w:val="004F3EBE"/>
    <w:rsid w:val="00500BA7"/>
    <w:rsid w:val="005012A8"/>
    <w:rsid w:val="00501350"/>
    <w:rsid w:val="0050665A"/>
    <w:rsid w:val="00506833"/>
    <w:rsid w:val="00506981"/>
    <w:rsid w:val="00507877"/>
    <w:rsid w:val="00512C1D"/>
    <w:rsid w:val="005154D0"/>
    <w:rsid w:val="00515C17"/>
    <w:rsid w:val="00517BF7"/>
    <w:rsid w:val="00520115"/>
    <w:rsid w:val="0052072A"/>
    <w:rsid w:val="00523F9C"/>
    <w:rsid w:val="005247DF"/>
    <w:rsid w:val="00524D0E"/>
    <w:rsid w:val="00525763"/>
    <w:rsid w:val="00525A52"/>
    <w:rsid w:val="0052747B"/>
    <w:rsid w:val="00530272"/>
    <w:rsid w:val="005324CB"/>
    <w:rsid w:val="0053269A"/>
    <w:rsid w:val="0053574A"/>
    <w:rsid w:val="00536763"/>
    <w:rsid w:val="00537270"/>
    <w:rsid w:val="005372C0"/>
    <w:rsid w:val="005405F0"/>
    <w:rsid w:val="00540E15"/>
    <w:rsid w:val="00541AE1"/>
    <w:rsid w:val="00544EF7"/>
    <w:rsid w:val="00546789"/>
    <w:rsid w:val="005514E5"/>
    <w:rsid w:val="005516C6"/>
    <w:rsid w:val="00552E84"/>
    <w:rsid w:val="00553266"/>
    <w:rsid w:val="00553ABB"/>
    <w:rsid w:val="00554B5A"/>
    <w:rsid w:val="0055797D"/>
    <w:rsid w:val="0056018D"/>
    <w:rsid w:val="0056141A"/>
    <w:rsid w:val="005620FF"/>
    <w:rsid w:val="00564572"/>
    <w:rsid w:val="00565B11"/>
    <w:rsid w:val="00566097"/>
    <w:rsid w:val="005673A0"/>
    <w:rsid w:val="005673F7"/>
    <w:rsid w:val="005712B5"/>
    <w:rsid w:val="005725D4"/>
    <w:rsid w:val="00572931"/>
    <w:rsid w:val="00573555"/>
    <w:rsid w:val="005746B0"/>
    <w:rsid w:val="0057486C"/>
    <w:rsid w:val="00576AA7"/>
    <w:rsid w:val="0058083B"/>
    <w:rsid w:val="00580A20"/>
    <w:rsid w:val="005812B9"/>
    <w:rsid w:val="00581DA6"/>
    <w:rsid w:val="00581DFB"/>
    <w:rsid w:val="00582705"/>
    <w:rsid w:val="00582743"/>
    <w:rsid w:val="00583614"/>
    <w:rsid w:val="00592195"/>
    <w:rsid w:val="0059240C"/>
    <w:rsid w:val="00594222"/>
    <w:rsid w:val="00595225"/>
    <w:rsid w:val="005952A2"/>
    <w:rsid w:val="00596D05"/>
    <w:rsid w:val="00597BCE"/>
    <w:rsid w:val="005A052D"/>
    <w:rsid w:val="005A0F24"/>
    <w:rsid w:val="005A23B5"/>
    <w:rsid w:val="005A2422"/>
    <w:rsid w:val="005A3542"/>
    <w:rsid w:val="005A4103"/>
    <w:rsid w:val="005A489D"/>
    <w:rsid w:val="005A53C3"/>
    <w:rsid w:val="005A5F1A"/>
    <w:rsid w:val="005A628B"/>
    <w:rsid w:val="005A7D5E"/>
    <w:rsid w:val="005B1CCF"/>
    <w:rsid w:val="005B2490"/>
    <w:rsid w:val="005B2C1A"/>
    <w:rsid w:val="005B3485"/>
    <w:rsid w:val="005B73A1"/>
    <w:rsid w:val="005B7C09"/>
    <w:rsid w:val="005C03D9"/>
    <w:rsid w:val="005C248B"/>
    <w:rsid w:val="005C2BFE"/>
    <w:rsid w:val="005C3D9F"/>
    <w:rsid w:val="005C5DCA"/>
    <w:rsid w:val="005C6470"/>
    <w:rsid w:val="005C6F49"/>
    <w:rsid w:val="005C7521"/>
    <w:rsid w:val="005D0A7D"/>
    <w:rsid w:val="005D391B"/>
    <w:rsid w:val="005D3C12"/>
    <w:rsid w:val="005D437F"/>
    <w:rsid w:val="005D6549"/>
    <w:rsid w:val="005E2C93"/>
    <w:rsid w:val="005E3081"/>
    <w:rsid w:val="005E4763"/>
    <w:rsid w:val="005E5B0E"/>
    <w:rsid w:val="005E7F72"/>
    <w:rsid w:val="005F05CB"/>
    <w:rsid w:val="005F1512"/>
    <w:rsid w:val="005F1CA7"/>
    <w:rsid w:val="005F251E"/>
    <w:rsid w:val="005F34B8"/>
    <w:rsid w:val="00602BEA"/>
    <w:rsid w:val="006038DA"/>
    <w:rsid w:val="00604F3E"/>
    <w:rsid w:val="0060702C"/>
    <w:rsid w:val="006075F0"/>
    <w:rsid w:val="006104AA"/>
    <w:rsid w:val="00613092"/>
    <w:rsid w:val="00613546"/>
    <w:rsid w:val="00616402"/>
    <w:rsid w:val="0061755E"/>
    <w:rsid w:val="00617BD8"/>
    <w:rsid w:val="006201EF"/>
    <w:rsid w:val="0062108D"/>
    <w:rsid w:val="00623DA8"/>
    <w:rsid w:val="006244D3"/>
    <w:rsid w:val="00624CA7"/>
    <w:rsid w:val="0062517C"/>
    <w:rsid w:val="00625C54"/>
    <w:rsid w:val="00625F65"/>
    <w:rsid w:val="00627AD3"/>
    <w:rsid w:val="0063241C"/>
    <w:rsid w:val="00632FA8"/>
    <w:rsid w:val="00633D73"/>
    <w:rsid w:val="00635006"/>
    <w:rsid w:val="006354C1"/>
    <w:rsid w:val="00636F3C"/>
    <w:rsid w:val="00637D72"/>
    <w:rsid w:val="00637E8E"/>
    <w:rsid w:val="006400FA"/>
    <w:rsid w:val="006472F4"/>
    <w:rsid w:val="00651B1D"/>
    <w:rsid w:val="00653AD6"/>
    <w:rsid w:val="00654A29"/>
    <w:rsid w:val="0065616E"/>
    <w:rsid w:val="006562CF"/>
    <w:rsid w:val="0065638E"/>
    <w:rsid w:val="0065659A"/>
    <w:rsid w:val="006574CA"/>
    <w:rsid w:val="0065761C"/>
    <w:rsid w:val="00661CAE"/>
    <w:rsid w:val="006620AB"/>
    <w:rsid w:val="00663524"/>
    <w:rsid w:val="00663FF9"/>
    <w:rsid w:val="00665320"/>
    <w:rsid w:val="00667939"/>
    <w:rsid w:val="00670516"/>
    <w:rsid w:val="00671785"/>
    <w:rsid w:val="006724C1"/>
    <w:rsid w:val="006733B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5667"/>
    <w:rsid w:val="0069580D"/>
    <w:rsid w:val="00696BCD"/>
    <w:rsid w:val="00696EBE"/>
    <w:rsid w:val="006A1500"/>
    <w:rsid w:val="006A3D69"/>
    <w:rsid w:val="006A4D1F"/>
    <w:rsid w:val="006A53E4"/>
    <w:rsid w:val="006A6379"/>
    <w:rsid w:val="006A7667"/>
    <w:rsid w:val="006B299A"/>
    <w:rsid w:val="006B47A3"/>
    <w:rsid w:val="006B4AC2"/>
    <w:rsid w:val="006B601A"/>
    <w:rsid w:val="006B6F76"/>
    <w:rsid w:val="006B7935"/>
    <w:rsid w:val="006C0639"/>
    <w:rsid w:val="006C14C2"/>
    <w:rsid w:val="006C194D"/>
    <w:rsid w:val="006C3A56"/>
    <w:rsid w:val="006C3BA3"/>
    <w:rsid w:val="006C4333"/>
    <w:rsid w:val="006C48CC"/>
    <w:rsid w:val="006C4A53"/>
    <w:rsid w:val="006C4FA9"/>
    <w:rsid w:val="006C5271"/>
    <w:rsid w:val="006C6138"/>
    <w:rsid w:val="006D6EDE"/>
    <w:rsid w:val="006E06F0"/>
    <w:rsid w:val="006E1BF8"/>
    <w:rsid w:val="006E1DDA"/>
    <w:rsid w:val="006E305C"/>
    <w:rsid w:val="006E480C"/>
    <w:rsid w:val="006E716B"/>
    <w:rsid w:val="006F17A4"/>
    <w:rsid w:val="006F22DE"/>
    <w:rsid w:val="006F2390"/>
    <w:rsid w:val="006F336A"/>
    <w:rsid w:val="006F443C"/>
    <w:rsid w:val="006F46D8"/>
    <w:rsid w:val="006F4DD7"/>
    <w:rsid w:val="006F66DA"/>
    <w:rsid w:val="006F6F1E"/>
    <w:rsid w:val="006F78B4"/>
    <w:rsid w:val="00700689"/>
    <w:rsid w:val="00702D73"/>
    <w:rsid w:val="00702E8D"/>
    <w:rsid w:val="00705290"/>
    <w:rsid w:val="007055D3"/>
    <w:rsid w:val="0070564D"/>
    <w:rsid w:val="00706D46"/>
    <w:rsid w:val="00710AD3"/>
    <w:rsid w:val="00711666"/>
    <w:rsid w:val="007116AB"/>
    <w:rsid w:val="007159EA"/>
    <w:rsid w:val="00715C54"/>
    <w:rsid w:val="00715DE4"/>
    <w:rsid w:val="007174E3"/>
    <w:rsid w:val="00721EDA"/>
    <w:rsid w:val="0072289C"/>
    <w:rsid w:val="00723CEB"/>
    <w:rsid w:val="00725BD7"/>
    <w:rsid w:val="007313D9"/>
    <w:rsid w:val="007315B6"/>
    <w:rsid w:val="0073163B"/>
    <w:rsid w:val="007318B3"/>
    <w:rsid w:val="00733A72"/>
    <w:rsid w:val="00733E94"/>
    <w:rsid w:val="00734698"/>
    <w:rsid w:val="007346AF"/>
    <w:rsid w:val="00735ACF"/>
    <w:rsid w:val="00735F4B"/>
    <w:rsid w:val="007409B8"/>
    <w:rsid w:val="00741BC3"/>
    <w:rsid w:val="00745961"/>
    <w:rsid w:val="00745B99"/>
    <w:rsid w:val="00745CED"/>
    <w:rsid w:val="0075117A"/>
    <w:rsid w:val="0075163D"/>
    <w:rsid w:val="00751847"/>
    <w:rsid w:val="00751B7D"/>
    <w:rsid w:val="007528C8"/>
    <w:rsid w:val="00752B36"/>
    <w:rsid w:val="007556CC"/>
    <w:rsid w:val="007578E7"/>
    <w:rsid w:val="007605A2"/>
    <w:rsid w:val="007607C8"/>
    <w:rsid w:val="00760D01"/>
    <w:rsid w:val="0076123D"/>
    <w:rsid w:val="00761E9A"/>
    <w:rsid w:val="007641C9"/>
    <w:rsid w:val="007653F1"/>
    <w:rsid w:val="0076608B"/>
    <w:rsid w:val="007669AF"/>
    <w:rsid w:val="00771BCA"/>
    <w:rsid w:val="00771D2D"/>
    <w:rsid w:val="00772E2D"/>
    <w:rsid w:val="00773A27"/>
    <w:rsid w:val="00773FF2"/>
    <w:rsid w:val="0077525E"/>
    <w:rsid w:val="007753BA"/>
    <w:rsid w:val="00775791"/>
    <w:rsid w:val="00776713"/>
    <w:rsid w:val="007772F3"/>
    <w:rsid w:val="00777843"/>
    <w:rsid w:val="00780364"/>
    <w:rsid w:val="007806BA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760"/>
    <w:rsid w:val="00796C79"/>
    <w:rsid w:val="00797D64"/>
    <w:rsid w:val="007A0601"/>
    <w:rsid w:val="007A0FF6"/>
    <w:rsid w:val="007A226E"/>
    <w:rsid w:val="007A4A24"/>
    <w:rsid w:val="007A7353"/>
    <w:rsid w:val="007A75B0"/>
    <w:rsid w:val="007A78A2"/>
    <w:rsid w:val="007B072F"/>
    <w:rsid w:val="007B1F7B"/>
    <w:rsid w:val="007B2377"/>
    <w:rsid w:val="007B460F"/>
    <w:rsid w:val="007B4A09"/>
    <w:rsid w:val="007B704C"/>
    <w:rsid w:val="007C0728"/>
    <w:rsid w:val="007C0BE3"/>
    <w:rsid w:val="007C18A1"/>
    <w:rsid w:val="007C3552"/>
    <w:rsid w:val="007C45B9"/>
    <w:rsid w:val="007C5450"/>
    <w:rsid w:val="007C5DDA"/>
    <w:rsid w:val="007C6B6B"/>
    <w:rsid w:val="007D1C26"/>
    <w:rsid w:val="007D22BC"/>
    <w:rsid w:val="007D3AA5"/>
    <w:rsid w:val="007D4089"/>
    <w:rsid w:val="007D5244"/>
    <w:rsid w:val="007D5E01"/>
    <w:rsid w:val="007D6B6D"/>
    <w:rsid w:val="007E05AB"/>
    <w:rsid w:val="007E08E8"/>
    <w:rsid w:val="007E0D0E"/>
    <w:rsid w:val="007E277B"/>
    <w:rsid w:val="007E40B1"/>
    <w:rsid w:val="007E4F7A"/>
    <w:rsid w:val="007E5FCE"/>
    <w:rsid w:val="007F0A39"/>
    <w:rsid w:val="007F1172"/>
    <w:rsid w:val="007F4858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35BA"/>
    <w:rsid w:val="008135F5"/>
    <w:rsid w:val="00814379"/>
    <w:rsid w:val="00815350"/>
    <w:rsid w:val="00815DF7"/>
    <w:rsid w:val="00816132"/>
    <w:rsid w:val="00816628"/>
    <w:rsid w:val="00817031"/>
    <w:rsid w:val="00822310"/>
    <w:rsid w:val="0082317F"/>
    <w:rsid w:val="00823220"/>
    <w:rsid w:val="00824E24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47F0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3494"/>
    <w:rsid w:val="00843BF5"/>
    <w:rsid w:val="00843F70"/>
    <w:rsid w:val="00845B44"/>
    <w:rsid w:val="00845EF7"/>
    <w:rsid w:val="008462EF"/>
    <w:rsid w:val="00850880"/>
    <w:rsid w:val="008542AA"/>
    <w:rsid w:val="00855C38"/>
    <w:rsid w:val="00857912"/>
    <w:rsid w:val="0086067B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3E4F"/>
    <w:rsid w:val="00874ABF"/>
    <w:rsid w:val="00876988"/>
    <w:rsid w:val="00876AE5"/>
    <w:rsid w:val="00876BDE"/>
    <w:rsid w:val="0087705B"/>
    <w:rsid w:val="00881B2D"/>
    <w:rsid w:val="00883E6D"/>
    <w:rsid w:val="008842A2"/>
    <w:rsid w:val="00884309"/>
    <w:rsid w:val="00884705"/>
    <w:rsid w:val="008852F3"/>
    <w:rsid w:val="008863F6"/>
    <w:rsid w:val="0088701E"/>
    <w:rsid w:val="0088759C"/>
    <w:rsid w:val="00891468"/>
    <w:rsid w:val="008918B8"/>
    <w:rsid w:val="00894051"/>
    <w:rsid w:val="00897461"/>
    <w:rsid w:val="008A03C8"/>
    <w:rsid w:val="008A170E"/>
    <w:rsid w:val="008A1BDB"/>
    <w:rsid w:val="008A30BF"/>
    <w:rsid w:val="008A34B3"/>
    <w:rsid w:val="008A5997"/>
    <w:rsid w:val="008B3288"/>
    <w:rsid w:val="008B4D47"/>
    <w:rsid w:val="008B5345"/>
    <w:rsid w:val="008B581B"/>
    <w:rsid w:val="008B68D7"/>
    <w:rsid w:val="008C07AD"/>
    <w:rsid w:val="008C61FD"/>
    <w:rsid w:val="008C7661"/>
    <w:rsid w:val="008C7EB9"/>
    <w:rsid w:val="008D19E9"/>
    <w:rsid w:val="008D2AFF"/>
    <w:rsid w:val="008D5627"/>
    <w:rsid w:val="008D741D"/>
    <w:rsid w:val="008D7BF6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287F"/>
    <w:rsid w:val="0091482E"/>
    <w:rsid w:val="009164F0"/>
    <w:rsid w:val="00917F61"/>
    <w:rsid w:val="00922355"/>
    <w:rsid w:val="009239FA"/>
    <w:rsid w:val="00924D29"/>
    <w:rsid w:val="00927225"/>
    <w:rsid w:val="00930151"/>
    <w:rsid w:val="00931A76"/>
    <w:rsid w:val="00933F22"/>
    <w:rsid w:val="00934BB1"/>
    <w:rsid w:val="00934DE2"/>
    <w:rsid w:val="00936404"/>
    <w:rsid w:val="0093799D"/>
    <w:rsid w:val="009400C5"/>
    <w:rsid w:val="00940624"/>
    <w:rsid w:val="00943DDB"/>
    <w:rsid w:val="00945F75"/>
    <w:rsid w:val="0094641E"/>
    <w:rsid w:val="009474D2"/>
    <w:rsid w:val="00952982"/>
    <w:rsid w:val="00952A5F"/>
    <w:rsid w:val="009544C4"/>
    <w:rsid w:val="0095523F"/>
    <w:rsid w:val="00956655"/>
    <w:rsid w:val="00963C3F"/>
    <w:rsid w:val="00963DFC"/>
    <w:rsid w:val="00966154"/>
    <w:rsid w:val="0096748F"/>
    <w:rsid w:val="00967C73"/>
    <w:rsid w:val="009702D3"/>
    <w:rsid w:val="00970699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4043"/>
    <w:rsid w:val="00995DEB"/>
    <w:rsid w:val="00997400"/>
    <w:rsid w:val="009A29F9"/>
    <w:rsid w:val="009A39CA"/>
    <w:rsid w:val="009A3E6C"/>
    <w:rsid w:val="009A4075"/>
    <w:rsid w:val="009A4B7B"/>
    <w:rsid w:val="009A6339"/>
    <w:rsid w:val="009A6395"/>
    <w:rsid w:val="009A7C42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617F"/>
    <w:rsid w:val="009C7090"/>
    <w:rsid w:val="009C78EF"/>
    <w:rsid w:val="009D3282"/>
    <w:rsid w:val="009D556F"/>
    <w:rsid w:val="009D6B7F"/>
    <w:rsid w:val="009D6EB4"/>
    <w:rsid w:val="009D7E44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65B7"/>
    <w:rsid w:val="009F6D55"/>
    <w:rsid w:val="009F73A5"/>
    <w:rsid w:val="009F7CCF"/>
    <w:rsid w:val="00A009E0"/>
    <w:rsid w:val="00A02020"/>
    <w:rsid w:val="00A03CE3"/>
    <w:rsid w:val="00A06211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65FA"/>
    <w:rsid w:val="00A20B03"/>
    <w:rsid w:val="00A20CE5"/>
    <w:rsid w:val="00A2122F"/>
    <w:rsid w:val="00A222A7"/>
    <w:rsid w:val="00A26543"/>
    <w:rsid w:val="00A26C4D"/>
    <w:rsid w:val="00A32473"/>
    <w:rsid w:val="00A402A7"/>
    <w:rsid w:val="00A4040F"/>
    <w:rsid w:val="00A4218E"/>
    <w:rsid w:val="00A47434"/>
    <w:rsid w:val="00A5128D"/>
    <w:rsid w:val="00A53825"/>
    <w:rsid w:val="00A54125"/>
    <w:rsid w:val="00A54D85"/>
    <w:rsid w:val="00A56428"/>
    <w:rsid w:val="00A6090E"/>
    <w:rsid w:val="00A610FC"/>
    <w:rsid w:val="00A6533E"/>
    <w:rsid w:val="00A656E5"/>
    <w:rsid w:val="00A65A25"/>
    <w:rsid w:val="00A65F46"/>
    <w:rsid w:val="00A706AC"/>
    <w:rsid w:val="00A70A3B"/>
    <w:rsid w:val="00A71020"/>
    <w:rsid w:val="00A71370"/>
    <w:rsid w:val="00A71417"/>
    <w:rsid w:val="00A72BD4"/>
    <w:rsid w:val="00A7568C"/>
    <w:rsid w:val="00A75D93"/>
    <w:rsid w:val="00A81161"/>
    <w:rsid w:val="00A841E1"/>
    <w:rsid w:val="00A84F6A"/>
    <w:rsid w:val="00A86281"/>
    <w:rsid w:val="00A87AE0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A0FBE"/>
    <w:rsid w:val="00AA1D66"/>
    <w:rsid w:val="00AA32C8"/>
    <w:rsid w:val="00AA33FF"/>
    <w:rsid w:val="00AA468C"/>
    <w:rsid w:val="00AA49FB"/>
    <w:rsid w:val="00AA56E1"/>
    <w:rsid w:val="00AA64D6"/>
    <w:rsid w:val="00AB0149"/>
    <w:rsid w:val="00AB2033"/>
    <w:rsid w:val="00AB2A80"/>
    <w:rsid w:val="00AB5F6E"/>
    <w:rsid w:val="00AB60B6"/>
    <w:rsid w:val="00AB6C2E"/>
    <w:rsid w:val="00AB7EE7"/>
    <w:rsid w:val="00AC150D"/>
    <w:rsid w:val="00AC1C79"/>
    <w:rsid w:val="00AC372B"/>
    <w:rsid w:val="00AC70C3"/>
    <w:rsid w:val="00AD10F1"/>
    <w:rsid w:val="00AD2493"/>
    <w:rsid w:val="00AD2EA7"/>
    <w:rsid w:val="00AD7EA2"/>
    <w:rsid w:val="00AE046B"/>
    <w:rsid w:val="00AE134F"/>
    <w:rsid w:val="00AE1DC6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735F"/>
    <w:rsid w:val="00B20750"/>
    <w:rsid w:val="00B209AB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C68"/>
    <w:rsid w:val="00B32BB5"/>
    <w:rsid w:val="00B33167"/>
    <w:rsid w:val="00B3535A"/>
    <w:rsid w:val="00B35993"/>
    <w:rsid w:val="00B36103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51109"/>
    <w:rsid w:val="00B51622"/>
    <w:rsid w:val="00B518EB"/>
    <w:rsid w:val="00B525B5"/>
    <w:rsid w:val="00B5411A"/>
    <w:rsid w:val="00B54955"/>
    <w:rsid w:val="00B56BA0"/>
    <w:rsid w:val="00B60D5C"/>
    <w:rsid w:val="00B61CB1"/>
    <w:rsid w:val="00B636AD"/>
    <w:rsid w:val="00B64C03"/>
    <w:rsid w:val="00B65BA9"/>
    <w:rsid w:val="00B66B22"/>
    <w:rsid w:val="00B67833"/>
    <w:rsid w:val="00B678BB"/>
    <w:rsid w:val="00B67AC4"/>
    <w:rsid w:val="00B743D3"/>
    <w:rsid w:val="00B74BC4"/>
    <w:rsid w:val="00B75B4D"/>
    <w:rsid w:val="00B76763"/>
    <w:rsid w:val="00B76C3B"/>
    <w:rsid w:val="00B77476"/>
    <w:rsid w:val="00B813F3"/>
    <w:rsid w:val="00B8188A"/>
    <w:rsid w:val="00B83178"/>
    <w:rsid w:val="00B83BDB"/>
    <w:rsid w:val="00B87D30"/>
    <w:rsid w:val="00B903C7"/>
    <w:rsid w:val="00B9044D"/>
    <w:rsid w:val="00B91ED5"/>
    <w:rsid w:val="00B93657"/>
    <w:rsid w:val="00B95AD9"/>
    <w:rsid w:val="00B96EB4"/>
    <w:rsid w:val="00BA075E"/>
    <w:rsid w:val="00BA1F7A"/>
    <w:rsid w:val="00BA1F9A"/>
    <w:rsid w:val="00BA459F"/>
    <w:rsid w:val="00BA4A7B"/>
    <w:rsid w:val="00BA50B2"/>
    <w:rsid w:val="00BA55DF"/>
    <w:rsid w:val="00BA5CCE"/>
    <w:rsid w:val="00BA7825"/>
    <w:rsid w:val="00BB0218"/>
    <w:rsid w:val="00BB167B"/>
    <w:rsid w:val="00BB22BA"/>
    <w:rsid w:val="00BB2F0A"/>
    <w:rsid w:val="00BB2F8D"/>
    <w:rsid w:val="00BB3D32"/>
    <w:rsid w:val="00BB5976"/>
    <w:rsid w:val="00BB6EAA"/>
    <w:rsid w:val="00BB7CD9"/>
    <w:rsid w:val="00BC2C7D"/>
    <w:rsid w:val="00BC5647"/>
    <w:rsid w:val="00BC658F"/>
    <w:rsid w:val="00BD0490"/>
    <w:rsid w:val="00BD04BE"/>
    <w:rsid w:val="00BD0C6B"/>
    <w:rsid w:val="00BD1FC3"/>
    <w:rsid w:val="00BD3503"/>
    <w:rsid w:val="00BD7CA2"/>
    <w:rsid w:val="00BE056D"/>
    <w:rsid w:val="00BE11CB"/>
    <w:rsid w:val="00BE148F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4EDE"/>
    <w:rsid w:val="00BF6A3E"/>
    <w:rsid w:val="00C02424"/>
    <w:rsid w:val="00C05C9D"/>
    <w:rsid w:val="00C0649B"/>
    <w:rsid w:val="00C105E7"/>
    <w:rsid w:val="00C111B4"/>
    <w:rsid w:val="00C12D56"/>
    <w:rsid w:val="00C13420"/>
    <w:rsid w:val="00C148E5"/>
    <w:rsid w:val="00C1512F"/>
    <w:rsid w:val="00C164EA"/>
    <w:rsid w:val="00C17D3D"/>
    <w:rsid w:val="00C25FC1"/>
    <w:rsid w:val="00C262D8"/>
    <w:rsid w:val="00C2775E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7110"/>
    <w:rsid w:val="00C53465"/>
    <w:rsid w:val="00C5761D"/>
    <w:rsid w:val="00C620C2"/>
    <w:rsid w:val="00C639EA"/>
    <w:rsid w:val="00C649B4"/>
    <w:rsid w:val="00C65098"/>
    <w:rsid w:val="00C659F6"/>
    <w:rsid w:val="00C66A92"/>
    <w:rsid w:val="00C70888"/>
    <w:rsid w:val="00C71A6C"/>
    <w:rsid w:val="00C7261A"/>
    <w:rsid w:val="00C7639B"/>
    <w:rsid w:val="00C80A83"/>
    <w:rsid w:val="00C80DB6"/>
    <w:rsid w:val="00C82CE5"/>
    <w:rsid w:val="00C83583"/>
    <w:rsid w:val="00C84A5D"/>
    <w:rsid w:val="00C84C35"/>
    <w:rsid w:val="00C84CC6"/>
    <w:rsid w:val="00C84ECF"/>
    <w:rsid w:val="00C8553E"/>
    <w:rsid w:val="00C90083"/>
    <w:rsid w:val="00C94102"/>
    <w:rsid w:val="00CA043C"/>
    <w:rsid w:val="00CA095A"/>
    <w:rsid w:val="00CA0A2D"/>
    <w:rsid w:val="00CA2D9C"/>
    <w:rsid w:val="00CA3F15"/>
    <w:rsid w:val="00CA4733"/>
    <w:rsid w:val="00CA5C11"/>
    <w:rsid w:val="00CA5D72"/>
    <w:rsid w:val="00CA6CBF"/>
    <w:rsid w:val="00CA6DA5"/>
    <w:rsid w:val="00CA7189"/>
    <w:rsid w:val="00CA75B3"/>
    <w:rsid w:val="00CB2B8B"/>
    <w:rsid w:val="00CB2CAE"/>
    <w:rsid w:val="00CB45BA"/>
    <w:rsid w:val="00CB5AE6"/>
    <w:rsid w:val="00CB5B08"/>
    <w:rsid w:val="00CC1673"/>
    <w:rsid w:val="00CC2BFD"/>
    <w:rsid w:val="00CC2EE7"/>
    <w:rsid w:val="00CC306B"/>
    <w:rsid w:val="00CC3740"/>
    <w:rsid w:val="00CC44EC"/>
    <w:rsid w:val="00CC46C0"/>
    <w:rsid w:val="00CC480B"/>
    <w:rsid w:val="00CC4F4E"/>
    <w:rsid w:val="00CC5FC0"/>
    <w:rsid w:val="00CD0249"/>
    <w:rsid w:val="00CD1048"/>
    <w:rsid w:val="00CD7DE4"/>
    <w:rsid w:val="00CD7FA3"/>
    <w:rsid w:val="00CE10AE"/>
    <w:rsid w:val="00CE1715"/>
    <w:rsid w:val="00CE2AB2"/>
    <w:rsid w:val="00CE4219"/>
    <w:rsid w:val="00CE4AD0"/>
    <w:rsid w:val="00CE687F"/>
    <w:rsid w:val="00CE6C61"/>
    <w:rsid w:val="00CF0502"/>
    <w:rsid w:val="00CF0A68"/>
    <w:rsid w:val="00CF5DE4"/>
    <w:rsid w:val="00CF7D92"/>
    <w:rsid w:val="00D028A9"/>
    <w:rsid w:val="00D02DD9"/>
    <w:rsid w:val="00D02E69"/>
    <w:rsid w:val="00D04339"/>
    <w:rsid w:val="00D04A24"/>
    <w:rsid w:val="00D05344"/>
    <w:rsid w:val="00D07F22"/>
    <w:rsid w:val="00D13613"/>
    <w:rsid w:val="00D13E48"/>
    <w:rsid w:val="00D1617B"/>
    <w:rsid w:val="00D169DA"/>
    <w:rsid w:val="00D2190A"/>
    <w:rsid w:val="00D23E16"/>
    <w:rsid w:val="00D26B0D"/>
    <w:rsid w:val="00D275AF"/>
    <w:rsid w:val="00D278D7"/>
    <w:rsid w:val="00D3159B"/>
    <w:rsid w:val="00D336B9"/>
    <w:rsid w:val="00D34281"/>
    <w:rsid w:val="00D37CE9"/>
    <w:rsid w:val="00D40955"/>
    <w:rsid w:val="00D40DBE"/>
    <w:rsid w:val="00D43F8C"/>
    <w:rsid w:val="00D454A5"/>
    <w:rsid w:val="00D46EC4"/>
    <w:rsid w:val="00D47628"/>
    <w:rsid w:val="00D50AD4"/>
    <w:rsid w:val="00D50C31"/>
    <w:rsid w:val="00D51779"/>
    <w:rsid w:val="00D56BC3"/>
    <w:rsid w:val="00D604C9"/>
    <w:rsid w:val="00D614A8"/>
    <w:rsid w:val="00D61C55"/>
    <w:rsid w:val="00D636EB"/>
    <w:rsid w:val="00D63A21"/>
    <w:rsid w:val="00D64AE6"/>
    <w:rsid w:val="00D65D3E"/>
    <w:rsid w:val="00D66967"/>
    <w:rsid w:val="00D67AA7"/>
    <w:rsid w:val="00D67B27"/>
    <w:rsid w:val="00D70432"/>
    <w:rsid w:val="00D70C26"/>
    <w:rsid w:val="00D7276E"/>
    <w:rsid w:val="00D74F35"/>
    <w:rsid w:val="00D761DA"/>
    <w:rsid w:val="00D76F76"/>
    <w:rsid w:val="00D776CA"/>
    <w:rsid w:val="00D8055A"/>
    <w:rsid w:val="00D81802"/>
    <w:rsid w:val="00D873D4"/>
    <w:rsid w:val="00D90AD8"/>
    <w:rsid w:val="00D91831"/>
    <w:rsid w:val="00D91D47"/>
    <w:rsid w:val="00D93067"/>
    <w:rsid w:val="00D94AC5"/>
    <w:rsid w:val="00D96102"/>
    <w:rsid w:val="00DA13BD"/>
    <w:rsid w:val="00DA3152"/>
    <w:rsid w:val="00DA3C80"/>
    <w:rsid w:val="00DA5664"/>
    <w:rsid w:val="00DA68C4"/>
    <w:rsid w:val="00DB02A6"/>
    <w:rsid w:val="00DB0930"/>
    <w:rsid w:val="00DB0F27"/>
    <w:rsid w:val="00DB0F5C"/>
    <w:rsid w:val="00DB3621"/>
    <w:rsid w:val="00DB3E6E"/>
    <w:rsid w:val="00DB55CC"/>
    <w:rsid w:val="00DB7752"/>
    <w:rsid w:val="00DB77B9"/>
    <w:rsid w:val="00DC14B7"/>
    <w:rsid w:val="00DC16DA"/>
    <w:rsid w:val="00DC3A0E"/>
    <w:rsid w:val="00DC6E1A"/>
    <w:rsid w:val="00DC6F10"/>
    <w:rsid w:val="00DD144A"/>
    <w:rsid w:val="00DD14A7"/>
    <w:rsid w:val="00DD37E9"/>
    <w:rsid w:val="00DD3AB2"/>
    <w:rsid w:val="00DD56DF"/>
    <w:rsid w:val="00DD6DDE"/>
    <w:rsid w:val="00DE0942"/>
    <w:rsid w:val="00DE2621"/>
    <w:rsid w:val="00DE4087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E0006C"/>
    <w:rsid w:val="00E00DFA"/>
    <w:rsid w:val="00E0106F"/>
    <w:rsid w:val="00E012BB"/>
    <w:rsid w:val="00E01BC8"/>
    <w:rsid w:val="00E024FF"/>
    <w:rsid w:val="00E03144"/>
    <w:rsid w:val="00E0618A"/>
    <w:rsid w:val="00E07FE9"/>
    <w:rsid w:val="00E111F9"/>
    <w:rsid w:val="00E114E7"/>
    <w:rsid w:val="00E14615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3B8E"/>
    <w:rsid w:val="00E342EF"/>
    <w:rsid w:val="00E363B0"/>
    <w:rsid w:val="00E376BC"/>
    <w:rsid w:val="00E449DC"/>
    <w:rsid w:val="00E45354"/>
    <w:rsid w:val="00E46130"/>
    <w:rsid w:val="00E46A7F"/>
    <w:rsid w:val="00E47878"/>
    <w:rsid w:val="00E51140"/>
    <w:rsid w:val="00E5443B"/>
    <w:rsid w:val="00E5494E"/>
    <w:rsid w:val="00E60CC0"/>
    <w:rsid w:val="00E61308"/>
    <w:rsid w:val="00E6226C"/>
    <w:rsid w:val="00E626FB"/>
    <w:rsid w:val="00E63948"/>
    <w:rsid w:val="00E64AC9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30C5"/>
    <w:rsid w:val="00E83A8C"/>
    <w:rsid w:val="00E91F5B"/>
    <w:rsid w:val="00E92A81"/>
    <w:rsid w:val="00E93854"/>
    <w:rsid w:val="00E9555F"/>
    <w:rsid w:val="00E96119"/>
    <w:rsid w:val="00E96818"/>
    <w:rsid w:val="00E9776D"/>
    <w:rsid w:val="00E97BB6"/>
    <w:rsid w:val="00E97F65"/>
    <w:rsid w:val="00EA144F"/>
    <w:rsid w:val="00EA2C88"/>
    <w:rsid w:val="00EA5BE1"/>
    <w:rsid w:val="00EB0021"/>
    <w:rsid w:val="00EB7064"/>
    <w:rsid w:val="00EC1E42"/>
    <w:rsid w:val="00EC3DD8"/>
    <w:rsid w:val="00EC3FB0"/>
    <w:rsid w:val="00EC44D2"/>
    <w:rsid w:val="00EC5F62"/>
    <w:rsid w:val="00ED273C"/>
    <w:rsid w:val="00ED2C9F"/>
    <w:rsid w:val="00ED2D34"/>
    <w:rsid w:val="00ED353A"/>
    <w:rsid w:val="00ED619A"/>
    <w:rsid w:val="00ED6243"/>
    <w:rsid w:val="00ED6C4C"/>
    <w:rsid w:val="00EE14F7"/>
    <w:rsid w:val="00EE1979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F00582"/>
    <w:rsid w:val="00F0280C"/>
    <w:rsid w:val="00F0445C"/>
    <w:rsid w:val="00F04883"/>
    <w:rsid w:val="00F04AC9"/>
    <w:rsid w:val="00F04EC7"/>
    <w:rsid w:val="00F05032"/>
    <w:rsid w:val="00F05568"/>
    <w:rsid w:val="00F0613E"/>
    <w:rsid w:val="00F101FD"/>
    <w:rsid w:val="00F10FEF"/>
    <w:rsid w:val="00F11510"/>
    <w:rsid w:val="00F11919"/>
    <w:rsid w:val="00F13D3F"/>
    <w:rsid w:val="00F16839"/>
    <w:rsid w:val="00F16DEA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53C1"/>
    <w:rsid w:val="00F42283"/>
    <w:rsid w:val="00F42C4D"/>
    <w:rsid w:val="00F42CF0"/>
    <w:rsid w:val="00F4391D"/>
    <w:rsid w:val="00F4732A"/>
    <w:rsid w:val="00F47B13"/>
    <w:rsid w:val="00F53F14"/>
    <w:rsid w:val="00F5697C"/>
    <w:rsid w:val="00F5736B"/>
    <w:rsid w:val="00F574C6"/>
    <w:rsid w:val="00F5780E"/>
    <w:rsid w:val="00F60742"/>
    <w:rsid w:val="00F6186A"/>
    <w:rsid w:val="00F623ED"/>
    <w:rsid w:val="00F62C04"/>
    <w:rsid w:val="00F633B8"/>
    <w:rsid w:val="00F64798"/>
    <w:rsid w:val="00F66782"/>
    <w:rsid w:val="00F675DF"/>
    <w:rsid w:val="00F67793"/>
    <w:rsid w:val="00F70110"/>
    <w:rsid w:val="00F71688"/>
    <w:rsid w:val="00F74E3A"/>
    <w:rsid w:val="00F7663F"/>
    <w:rsid w:val="00F808E7"/>
    <w:rsid w:val="00F80FE1"/>
    <w:rsid w:val="00F817E6"/>
    <w:rsid w:val="00F81CD0"/>
    <w:rsid w:val="00F8222A"/>
    <w:rsid w:val="00F82A81"/>
    <w:rsid w:val="00F85425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B9"/>
    <w:rsid w:val="00F97F31"/>
    <w:rsid w:val="00FA01A1"/>
    <w:rsid w:val="00FA0C1F"/>
    <w:rsid w:val="00FA2F21"/>
    <w:rsid w:val="00FA31F7"/>
    <w:rsid w:val="00FA3C14"/>
    <w:rsid w:val="00FA6706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3681"/>
    <w:rsid w:val="00FC3E55"/>
    <w:rsid w:val="00FC5D82"/>
    <w:rsid w:val="00FC77A9"/>
    <w:rsid w:val="00FD21B1"/>
    <w:rsid w:val="00FD297B"/>
    <w:rsid w:val="00FD3374"/>
    <w:rsid w:val="00FD3963"/>
    <w:rsid w:val="00FD42FA"/>
    <w:rsid w:val="00FD43AB"/>
    <w:rsid w:val="00FD54BA"/>
    <w:rsid w:val="00FE261D"/>
    <w:rsid w:val="00FE2910"/>
    <w:rsid w:val="00FE52D0"/>
    <w:rsid w:val="00FE6218"/>
    <w:rsid w:val="00FF1C4E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A2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2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267</Words>
  <Characters>1528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2013-06-07T03:44:00Z</cp:lastPrinted>
  <dcterms:created xsi:type="dcterms:W3CDTF">2013-06-07T03:05:00Z</dcterms:created>
  <dcterms:modified xsi:type="dcterms:W3CDTF">2013-06-18T07:31:00Z</dcterms:modified>
</cp:coreProperties>
</file>